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B74AC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85747A" w:rsidP="006429AA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1B74AC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1B74AC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Praca z rodziną w kryzysie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E2E0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C00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3C00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 kryzysów rodzinnych, ich źródłami i konsekwencjami dla funkcjonowania systemu rodzinnego.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z zakresu strategii radzenia sobie przez rodziny z sytuacjami kryzysowymi oraz zaznajomienie z formami pomocy i wsparcia rodziny w kryzysie oferowanymi przez różne instytucje społeczne.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w kryzysie oraz zapobiegania rozprzestrzenianiu się sytuacji kryzysowych w rodzinach.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 kryzysów rodzinnych oraz ich konsekwencje dla funkcjonowania systemu rodzinnego.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formy pomocy i wsparcia dla rodzin w kryzysie oferowane przez różne instytucje społeczne.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własną propozycję działań profilaktycznych i interwencyjnych na rzecz rodzin doświadczających sytuacji kryzysowych.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potrzebę i skuteczność strategii radzenia sobie z kryzysem przez rodziny dotknięte kryzysowymi doświadczeniami.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w kryzysie.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przykładowe działania wspierające rodziny będące w kryzysie lub nim zagrożone.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00A7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</w:t>
            </w:r>
            <w:r w:rsidR="00901ABF">
              <w:rPr>
                <w:rFonts w:ascii="Corbel" w:hAnsi="Corbel"/>
                <w:sz w:val="24"/>
                <w:szCs w:val="24"/>
              </w:rPr>
              <w:lastRenderedPageBreak/>
              <w:t xml:space="preserve">rodzinnego. 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środowiska rodzinnego.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i wsparcia rodziny.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901ABF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kryzysów rodzinnych – ich źródła i konsekwencje: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separacja i rozwód,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śmierć członka rodziny,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:rsidTr="00923D7D">
        <w:tc>
          <w:tcPr>
            <w:tcW w:w="9639" w:type="dxa"/>
          </w:tcPr>
          <w:p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 w kryzysie. Instytucje i organizacje pracujące z rodzinami w kryzysie.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1349B5">
              <w:rPr>
                <w:rFonts w:ascii="Corbel" w:hAnsi="Corbel"/>
                <w:b w:val="0"/>
                <w:smallCaps w:val="0"/>
                <w:szCs w:val="24"/>
              </w:rPr>
              <w:t xml:space="preserve"> (minimum 51% punktów)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lastRenderedPageBreak/>
              <w:t>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>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C00A7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C00A7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3C00A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A1E87" w:rsidRPr="009C54AE" w:rsidTr="00F53C06">
        <w:trPr>
          <w:trHeight w:val="428"/>
        </w:trPr>
        <w:tc>
          <w:tcPr>
            <w:tcW w:w="7513" w:type="dxa"/>
          </w:tcPr>
          <w:p w:rsidR="002A1E87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1349B5" w:rsidRPr="001349B5" w:rsidRDefault="001349B5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1349B5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Wybrane fragmenty z następujących pozycji: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:rsidR="005E17E6" w:rsidRDefault="005E17E6" w:rsidP="005E17E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lepiej ją rozumieć? Tajniki pracy socjalnej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5E17E6" w:rsidRPr="00EB5764" w:rsidRDefault="005E17E6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skutecznie pomagać? Warsztat pracownika socjalnego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:rsidR="00DA384E" w:rsidRPr="002D39F5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Żałoba i strata – ujęcie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:rsidR="002A1E87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  <w:p w:rsidR="005E17E6" w:rsidRPr="00221B92" w:rsidRDefault="005E17E6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Szurowska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sytuacji trudnej: zdążyć z pomocą. Cz. I i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</w:tc>
      </w:tr>
      <w:tr w:rsidR="002A1E87" w:rsidRPr="009C54AE" w:rsidTr="00F53C06">
        <w:trPr>
          <w:trHeight w:val="397"/>
        </w:trPr>
        <w:tc>
          <w:tcPr>
            <w:tcW w:w="7513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4BA" w:rsidRDefault="001B64BA" w:rsidP="00C16ABF">
      <w:pPr>
        <w:spacing w:after="0" w:line="240" w:lineRule="auto"/>
      </w:pPr>
      <w:r>
        <w:separator/>
      </w:r>
    </w:p>
  </w:endnote>
  <w:endnote w:type="continuationSeparator" w:id="1">
    <w:p w:rsidR="001B64BA" w:rsidRDefault="001B64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4BA" w:rsidRDefault="001B64BA" w:rsidP="00C16ABF">
      <w:pPr>
        <w:spacing w:after="0" w:line="240" w:lineRule="auto"/>
      </w:pPr>
      <w:r>
        <w:separator/>
      </w:r>
    </w:p>
  </w:footnote>
  <w:footnote w:type="continuationSeparator" w:id="1">
    <w:p w:rsidR="001B64BA" w:rsidRDefault="001B64BA" w:rsidP="00C16ABF">
      <w:pPr>
        <w:spacing w:after="0" w:line="240" w:lineRule="auto"/>
      </w:pPr>
      <w:r>
        <w:continuationSeparator/>
      </w:r>
    </w:p>
  </w:footnote>
  <w:footnote w:id="2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65053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24BFF"/>
    <w:rsid w:val="0012560E"/>
    <w:rsid w:val="00127108"/>
    <w:rsid w:val="001349B5"/>
    <w:rsid w:val="00134B13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B64BA"/>
    <w:rsid w:val="001B74AC"/>
    <w:rsid w:val="001C47D1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D3375"/>
    <w:rsid w:val="002D39F5"/>
    <w:rsid w:val="002D73D4"/>
    <w:rsid w:val="002E6BE3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80269"/>
    <w:rsid w:val="003A0A5B"/>
    <w:rsid w:val="003A1176"/>
    <w:rsid w:val="003A5C40"/>
    <w:rsid w:val="003C00A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45E"/>
    <w:rsid w:val="005C55E5"/>
    <w:rsid w:val="005C696A"/>
    <w:rsid w:val="005E17E6"/>
    <w:rsid w:val="005E593F"/>
    <w:rsid w:val="005E6E85"/>
    <w:rsid w:val="005E7741"/>
    <w:rsid w:val="005F31D2"/>
    <w:rsid w:val="0061029B"/>
    <w:rsid w:val="006146C2"/>
    <w:rsid w:val="00617230"/>
    <w:rsid w:val="00620FBF"/>
    <w:rsid w:val="00621CE1"/>
    <w:rsid w:val="00627FC9"/>
    <w:rsid w:val="00632A7F"/>
    <w:rsid w:val="006414AC"/>
    <w:rsid w:val="006429AA"/>
    <w:rsid w:val="006466D0"/>
    <w:rsid w:val="00647FA8"/>
    <w:rsid w:val="00650C5F"/>
    <w:rsid w:val="0065336E"/>
    <w:rsid w:val="00654934"/>
    <w:rsid w:val="006620D9"/>
    <w:rsid w:val="006620F6"/>
    <w:rsid w:val="00671958"/>
    <w:rsid w:val="00675843"/>
    <w:rsid w:val="00696477"/>
    <w:rsid w:val="006D050F"/>
    <w:rsid w:val="006D6139"/>
    <w:rsid w:val="006E2E08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3CAC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66E34"/>
    <w:rsid w:val="00B75946"/>
    <w:rsid w:val="00B760BB"/>
    <w:rsid w:val="00B8056E"/>
    <w:rsid w:val="00B819C8"/>
    <w:rsid w:val="00B82308"/>
    <w:rsid w:val="00B90885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A384E"/>
    <w:rsid w:val="00DC5CA2"/>
    <w:rsid w:val="00DC73E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BD"/>
    <w:rsid w:val="00E77E88"/>
    <w:rsid w:val="00E8107D"/>
    <w:rsid w:val="00E95079"/>
    <w:rsid w:val="00E960BB"/>
    <w:rsid w:val="00EA2074"/>
    <w:rsid w:val="00EA4832"/>
    <w:rsid w:val="00EA4E9D"/>
    <w:rsid w:val="00EB5764"/>
    <w:rsid w:val="00EB6CB6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74576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92B78-5EEC-4945-8180-B4AAB52A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432</TotalTime>
  <Pages>1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21</cp:revision>
  <cp:lastPrinted>2019-02-06T12:12:00Z</cp:lastPrinted>
  <dcterms:created xsi:type="dcterms:W3CDTF">2019-10-29T14:56:00Z</dcterms:created>
  <dcterms:modified xsi:type="dcterms:W3CDTF">2024-09-19T22:22:00Z</dcterms:modified>
</cp:coreProperties>
</file>